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1B50289" w:rsidR="00F862D6" w:rsidRPr="003E6B9A" w:rsidRDefault="00886DE8" w:rsidP="00886DE8">
            <w:bookmarkStart w:id="0" w:name="_GoBack"/>
            <w:bookmarkEnd w:id="0"/>
            <w:r w:rsidRPr="00886DE8">
              <w:rPr>
                <w:rFonts w:ascii="Helvetica" w:hAnsi="Helvetica"/>
              </w:rPr>
              <w:t>11574/2024-SŽ-SSV-Ú3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EB63DB" w:rsidRDefault="00F862D6" w:rsidP="0077673A">
            <w:r w:rsidRPr="00EB63DB">
              <w:t>Listů/příloh</w:t>
            </w:r>
          </w:p>
        </w:tc>
        <w:tc>
          <w:tcPr>
            <w:tcW w:w="2552" w:type="dxa"/>
          </w:tcPr>
          <w:p w14:paraId="333CD487" w14:textId="111BF72B" w:rsidR="00F862D6" w:rsidRPr="00EB63DB" w:rsidRDefault="00EB63DB" w:rsidP="00CC1E2B">
            <w:r w:rsidRPr="00EB63DB">
              <w:t>2</w:t>
            </w:r>
            <w:r w:rsidR="003E6B9A" w:rsidRPr="00EB63DB">
              <w:t>/</w:t>
            </w:r>
            <w:r w:rsidRPr="00EB63DB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5C73F1C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86DE8">
              <w:rPr>
                <w:noProof/>
              </w:rPr>
              <w:t>18.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5A758E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B81E68">
        <w:rPr>
          <w:rFonts w:eastAsia="Times New Roman" w:cs="Times New Roman"/>
          <w:lang w:eastAsia="cs-CZ"/>
        </w:rPr>
        <w:t>7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4A31E18" w:rsidR="00BD5319" w:rsidRPr="00B81E68" w:rsidRDefault="00BD5319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81E6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81E68" w:rsidRPr="00B81E68">
        <w:rPr>
          <w:rFonts w:asciiTheme="majorHAnsi" w:eastAsia="Calibri" w:hAnsiTheme="majorHAnsi" w:cs="Times New Roman"/>
          <w:b/>
          <w:lang w:eastAsia="cs-CZ"/>
        </w:rPr>
        <w:t>51</w:t>
      </w:r>
      <w:r w:rsidRPr="00B81E68">
        <w:rPr>
          <w:rFonts w:asciiTheme="majorHAnsi" w:eastAsia="Calibri" w:hAnsiTheme="majorHAnsi" w:cs="Times New Roman"/>
          <w:b/>
          <w:lang w:eastAsia="cs-CZ"/>
        </w:rPr>
        <w:t>:</w:t>
      </w:r>
    </w:p>
    <w:p w14:paraId="542D61BF" w14:textId="24694A0D" w:rsidR="00F918A3" w:rsidRPr="00B81E68" w:rsidRDefault="00B81E68" w:rsidP="00B81E68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B81E68">
        <w:rPr>
          <w:rFonts w:asciiTheme="majorHAnsi" w:hAnsiTheme="majorHAnsi" w:cs="Tahoma"/>
          <w:color w:val="000000"/>
          <w:shd w:val="clear" w:color="auto" w:fill="FFFFFF"/>
        </w:rPr>
        <w:t>V návaznosti na odpovědi v rámci doplnění zadávací dokumentace č.4, dotaz a odpověď č.27:</w:t>
      </w:r>
      <w:r w:rsidRPr="00B81E68">
        <w:rPr>
          <w:rFonts w:asciiTheme="majorHAnsi" w:hAnsiTheme="majorHAnsi" w:cs="Tahoma"/>
          <w:color w:val="000000"/>
        </w:rPr>
        <w:br/>
      </w:r>
      <w:r w:rsidRPr="00B81E68">
        <w:rPr>
          <w:rFonts w:asciiTheme="majorHAnsi" w:hAnsiTheme="majorHAnsi" w:cs="Tahoma"/>
          <w:color w:val="000000"/>
          <w:shd w:val="clear" w:color="auto" w:fill="FFFFFF"/>
        </w:rPr>
        <w:t>Počet Lis ve výhybkách nyní souhlasí pouze pro tvar 60E2. Položka č. 10 v počtu 4 ks souhlasí. Položka č.11 v počtu 8ks nesouhlasí s kolejovým plánem. Má být 6ks, jsou to Lisy ve výhybce č.6. (3 x 2ks). V kolejích také není soupis prací v souladu s kolejovým plánem. V soupisu prací je pol.č.21 jen pro tvar 49E1. Chybí pro tvar 60E2.</w:t>
      </w:r>
      <w:r w:rsidRPr="00B81E68">
        <w:rPr>
          <w:rFonts w:asciiTheme="majorHAnsi" w:hAnsiTheme="majorHAnsi" w:cs="Tahoma"/>
          <w:color w:val="000000"/>
        </w:rPr>
        <w:br/>
      </w:r>
      <w:r w:rsidRPr="00B81E68">
        <w:rPr>
          <w:rFonts w:asciiTheme="majorHAnsi" w:hAnsiTheme="majorHAnsi" w:cs="Tahoma"/>
          <w:color w:val="000000"/>
          <w:shd w:val="clear" w:color="auto" w:fill="FFFFFF"/>
        </w:rPr>
        <w:t>V kolejovém plánu lez vyčíst, že červeně značených LIS tvaru 60E2 v koleji je 1 pár před ZV 8, 1 pár mezi KV 5 a KV 3, 1 pár mezi ZV 5 a ZV 7, 1 pár za KV 7. Celkem tedy v koleji tvar 60E2 4 páry, tj. 8ks LIS. Kde je na to položka v soupisu prací? Pro Lis tvaru 49E1 v koleji uvádí kolejový plán červeně 1 pár mezi ZV 6 a ZV 105. Celkem tedy v koleji tvar 49E1 1 pár, tj. 2ks LIS. Prosíme o úpravu.</w:t>
      </w:r>
    </w:p>
    <w:p w14:paraId="764AA51E" w14:textId="77777777" w:rsidR="00B81E68" w:rsidRPr="00B81E68" w:rsidRDefault="00B81E68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B81E68" w:rsidRDefault="00BD5319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81E6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6C03B5A" w14:textId="69037CDF" w:rsidR="006D1CEA" w:rsidRDefault="006D1CEA" w:rsidP="006D1CEA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eastAsia="Calibri" w:cs="Times New Roman"/>
          <w:bCs/>
          <w:lang w:eastAsia="cs-CZ"/>
        </w:rPr>
        <w:t xml:space="preserve">V soupisu prací bylo upraveno množství u položky </w:t>
      </w:r>
      <w:r w:rsidRPr="00125241">
        <w:rPr>
          <w:rFonts w:asciiTheme="majorHAnsi" w:eastAsia="Calibri" w:hAnsiTheme="majorHAnsi" w:cs="Times New Roman"/>
          <w:bCs/>
          <w:lang w:eastAsia="cs-CZ"/>
        </w:rPr>
        <w:t xml:space="preserve">č. 11, 539222, ZVLÁŠTNÍ VYBAVENÍ VÝHYBEK, LIS 49 E1 TEPELNE OPRACOVANÝ OHNUTÝ.  </w:t>
      </w:r>
      <w:r w:rsidRPr="00125241">
        <w:rPr>
          <w:rFonts w:eastAsia="Calibri" w:cs="Times New Roman"/>
          <w:bCs/>
          <w:lang w:eastAsia="cs-CZ"/>
        </w:rPr>
        <w:t xml:space="preserve">Množství bude odpovídat dle kolejového plánu, tj. </w:t>
      </w:r>
      <w:r w:rsidRPr="00125241">
        <w:rPr>
          <w:rFonts w:asciiTheme="majorHAnsi" w:eastAsia="Calibri" w:hAnsiTheme="majorHAnsi" w:cs="Times New Roman"/>
          <w:bCs/>
          <w:lang w:eastAsia="cs-CZ"/>
        </w:rPr>
        <w:t>3 páry = 6ks LIS tvaru 49 E1 ve výhybkách.</w:t>
      </w:r>
    </w:p>
    <w:p w14:paraId="45DA71F8" w14:textId="77777777" w:rsidR="00125241" w:rsidRPr="00125241" w:rsidRDefault="00125241" w:rsidP="006D1CEA">
      <w:pPr>
        <w:spacing w:after="0"/>
        <w:jc w:val="both"/>
        <w:rPr>
          <w:rFonts w:asciiTheme="majorHAnsi" w:eastAsia="Calibri" w:hAnsiTheme="majorHAnsi" w:cs="Times New Roman"/>
          <w:bCs/>
          <w:sz w:val="14"/>
          <w:szCs w:val="14"/>
          <w:lang w:eastAsia="cs-CZ"/>
        </w:rPr>
      </w:pPr>
    </w:p>
    <w:p w14:paraId="112C3770" w14:textId="685313B4" w:rsidR="006D1CEA" w:rsidRDefault="006D1CEA" w:rsidP="006D1CEA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eastAsia="Calibri" w:cs="Times New Roman"/>
          <w:bCs/>
          <w:lang w:eastAsia="cs-CZ"/>
        </w:rPr>
        <w:t xml:space="preserve">V soupisu prací byla nově doplněna položka pod novým číslem č.54, 544311, IZOLOVANÝ STYK LEPENÝ STANDARDNÍ DÉLKY (3,4-8,0 M), TEPELNĚ OPRACOVANÝ, TVARU 60 E2 NEBO R 65. Množství bude odpovídat dle kolejového plánu, tj. </w:t>
      </w:r>
      <w:r w:rsidRPr="00125241">
        <w:rPr>
          <w:rFonts w:asciiTheme="majorHAnsi" w:eastAsia="Calibri" w:hAnsiTheme="majorHAnsi" w:cs="Times New Roman"/>
          <w:bCs/>
          <w:lang w:eastAsia="cs-CZ"/>
        </w:rPr>
        <w:t>4 páry = 8ks LIS tvaru 60 E2 v koleji.</w:t>
      </w:r>
    </w:p>
    <w:p w14:paraId="5627CDB6" w14:textId="77777777" w:rsidR="00125241" w:rsidRPr="00125241" w:rsidRDefault="00125241" w:rsidP="006D1CEA">
      <w:pPr>
        <w:spacing w:after="0" w:line="240" w:lineRule="auto"/>
        <w:jc w:val="both"/>
        <w:rPr>
          <w:rFonts w:eastAsia="Calibri" w:cs="Times New Roman"/>
          <w:bCs/>
          <w:sz w:val="14"/>
          <w:szCs w:val="14"/>
          <w:lang w:eastAsia="cs-CZ"/>
        </w:rPr>
      </w:pPr>
    </w:p>
    <w:p w14:paraId="001E6571" w14:textId="290F6F85" w:rsidR="006D1CEA" w:rsidRPr="00125241" w:rsidRDefault="006D1CEA" w:rsidP="0012524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25241">
        <w:rPr>
          <w:rFonts w:eastAsia="Calibri" w:cs="Times New Roman"/>
          <w:bCs/>
          <w:lang w:eastAsia="cs-CZ"/>
        </w:rPr>
        <w:t xml:space="preserve">V soupisu prací bylo upraveno množství u položky č.21, 544312, IZOLOVANÝ STYK LEPENÝ STANDARDNÍ DÉLKY (3,4-8,0 M), TEPELNE OPRACOVANÝ, TVARU 49 E1. Množství bude odpovídat dle kolejového plánu, tj. </w:t>
      </w:r>
      <w:r w:rsidRPr="00125241">
        <w:rPr>
          <w:rFonts w:asciiTheme="majorHAnsi" w:eastAsia="Calibri" w:hAnsiTheme="majorHAnsi" w:cs="Times New Roman"/>
          <w:bCs/>
          <w:lang w:eastAsia="cs-CZ"/>
        </w:rPr>
        <w:t>1 pár = 2ks LIS tvaru 49 E1 v koleji.</w:t>
      </w:r>
    </w:p>
    <w:p w14:paraId="29264538" w14:textId="77777777" w:rsidR="006D1CEA" w:rsidRPr="00125241" w:rsidRDefault="006D1CEA" w:rsidP="006D1CEA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asciiTheme="majorHAnsi" w:eastAsia="Calibri" w:hAnsiTheme="majorHAnsi" w:cs="Times New Roman"/>
          <w:bCs/>
          <w:lang w:eastAsia="cs-CZ"/>
        </w:rPr>
        <w:t>V příloze TZ 1.001 je na str. 26 a 27 upraven počet kusů izolovaných styků.</w:t>
      </w:r>
    </w:p>
    <w:p w14:paraId="1956F0AA" w14:textId="64313AB7" w:rsidR="00015B46" w:rsidRPr="00125241" w:rsidRDefault="00015B46" w:rsidP="00B81E68">
      <w:pPr>
        <w:spacing w:after="0"/>
        <w:rPr>
          <w:rFonts w:asciiTheme="majorHAnsi" w:eastAsia="Calibri" w:hAnsiTheme="majorHAnsi" w:cs="Times New Roman"/>
          <w:bCs/>
          <w:sz w:val="14"/>
          <w:szCs w:val="14"/>
          <w:lang w:eastAsia="cs-CZ"/>
        </w:rPr>
      </w:pPr>
    </w:p>
    <w:p w14:paraId="4FA665A8" w14:textId="661BED8A" w:rsidR="006D1CEA" w:rsidRPr="00125241" w:rsidRDefault="006D1CEA" w:rsidP="00B81E68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25241">
        <w:rPr>
          <w:rFonts w:asciiTheme="majorHAnsi" w:eastAsia="Calibri" w:hAnsiTheme="majorHAnsi" w:cs="Times New Roman"/>
          <w:b/>
          <w:bCs/>
          <w:lang w:eastAsia="cs-CZ"/>
        </w:rPr>
        <w:t>Byl upraven soupis prací SO 01-17-01.</w:t>
      </w:r>
    </w:p>
    <w:p w14:paraId="5874A9E3" w14:textId="68FDD60B" w:rsidR="006D1CEA" w:rsidRPr="00125241" w:rsidRDefault="006D1CEA" w:rsidP="00B81E68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25241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D211_SO011601_XX_1_001_TZ.pdf</w:t>
      </w:r>
    </w:p>
    <w:p w14:paraId="2F7358C3" w14:textId="6CBC275C" w:rsidR="00015B46" w:rsidRPr="00125241" w:rsidRDefault="00015B46" w:rsidP="00B81E68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93ED47C" w14:textId="77777777" w:rsidR="00125241" w:rsidRPr="00125241" w:rsidRDefault="00125241" w:rsidP="00B81E68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9C9076C" w14:textId="17AE1EDE" w:rsidR="00BD5319" w:rsidRPr="00125241" w:rsidRDefault="00BD5319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2524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81E68" w:rsidRPr="00125241">
        <w:rPr>
          <w:rFonts w:asciiTheme="majorHAnsi" w:eastAsia="Calibri" w:hAnsiTheme="majorHAnsi" w:cs="Times New Roman"/>
          <w:b/>
          <w:lang w:eastAsia="cs-CZ"/>
        </w:rPr>
        <w:t>52</w:t>
      </w:r>
      <w:r w:rsidRPr="00125241">
        <w:rPr>
          <w:rFonts w:asciiTheme="majorHAnsi" w:eastAsia="Calibri" w:hAnsiTheme="majorHAnsi" w:cs="Times New Roman"/>
          <w:b/>
          <w:lang w:eastAsia="cs-CZ"/>
        </w:rPr>
        <w:t>:</w:t>
      </w:r>
    </w:p>
    <w:p w14:paraId="3273162F" w14:textId="0EDF925E" w:rsidR="00F918A3" w:rsidRPr="00125241" w:rsidRDefault="00B81E68" w:rsidP="00B81E68">
      <w:pPr>
        <w:spacing w:after="0"/>
        <w:rPr>
          <w:rFonts w:asciiTheme="majorHAnsi" w:hAnsiTheme="majorHAnsi" w:cs="Tahoma"/>
          <w:shd w:val="clear" w:color="auto" w:fill="FFFFFF"/>
        </w:rPr>
      </w:pPr>
      <w:r w:rsidRPr="00125241">
        <w:rPr>
          <w:rFonts w:asciiTheme="majorHAnsi" w:hAnsiTheme="majorHAnsi" w:cs="Tahoma"/>
          <w:shd w:val="clear" w:color="auto" w:fill="FFFFFF"/>
        </w:rPr>
        <w:t xml:space="preserve">V nově poskytnutém kolejovém plánu se vyskytuje znovu výhybka č. 105 </w:t>
      </w:r>
      <w:proofErr w:type="gramStart"/>
      <w:r w:rsidRPr="00125241">
        <w:rPr>
          <w:rFonts w:asciiTheme="majorHAnsi" w:hAnsiTheme="majorHAnsi" w:cs="Tahoma"/>
          <w:shd w:val="clear" w:color="auto" w:fill="FFFFFF"/>
        </w:rPr>
        <w:t>jako ,,již</w:t>
      </w:r>
      <w:proofErr w:type="gramEnd"/>
      <w:r w:rsidRPr="00125241">
        <w:rPr>
          <w:rFonts w:asciiTheme="majorHAnsi" w:hAnsiTheme="majorHAnsi" w:cs="Tahoma"/>
          <w:shd w:val="clear" w:color="auto" w:fill="FFFFFF"/>
        </w:rPr>
        <w:t xml:space="preserve"> regenerovaná´´. V odpovědi v rámci doplnění zadávací dokumentace č.1 bylo již správně opraveno </w:t>
      </w:r>
      <w:proofErr w:type="gramStart"/>
      <w:r w:rsidRPr="00125241">
        <w:rPr>
          <w:rFonts w:asciiTheme="majorHAnsi" w:hAnsiTheme="majorHAnsi" w:cs="Tahoma"/>
          <w:shd w:val="clear" w:color="auto" w:fill="FFFFFF"/>
        </w:rPr>
        <w:t>na ,,regenerovaná</w:t>
      </w:r>
      <w:proofErr w:type="gramEnd"/>
      <w:r w:rsidRPr="00125241">
        <w:rPr>
          <w:rFonts w:asciiTheme="majorHAnsi" w:hAnsiTheme="majorHAnsi" w:cs="Tahoma"/>
          <w:shd w:val="clear" w:color="auto" w:fill="FFFFFF"/>
        </w:rPr>
        <w:t>´´. Prosíme o úpravu.</w:t>
      </w:r>
    </w:p>
    <w:p w14:paraId="24DD449C" w14:textId="77777777" w:rsidR="00B81E68" w:rsidRPr="00125241" w:rsidRDefault="00B81E68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4A8A307D" w:rsidR="00015B46" w:rsidRPr="00125241" w:rsidRDefault="00015B46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2524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AF5C277" w14:textId="500B997B" w:rsidR="00015B46" w:rsidRPr="00125241" w:rsidRDefault="006D1CEA" w:rsidP="00B81E68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25241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D211_SO011601_XX_2_008_KOL PLÁN.pdf</w:t>
      </w:r>
    </w:p>
    <w:p w14:paraId="51512214" w14:textId="5711588F" w:rsidR="000E72A0" w:rsidRPr="00B81E68" w:rsidRDefault="000E72A0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81E68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č. </w:t>
      </w:r>
      <w:r w:rsidR="00B81E68" w:rsidRPr="00B81E68">
        <w:rPr>
          <w:rFonts w:asciiTheme="majorHAnsi" w:eastAsia="Calibri" w:hAnsiTheme="majorHAnsi" w:cs="Times New Roman"/>
          <w:b/>
          <w:lang w:eastAsia="cs-CZ"/>
        </w:rPr>
        <w:t>53</w:t>
      </w:r>
      <w:r w:rsidRPr="00B81E68">
        <w:rPr>
          <w:rFonts w:asciiTheme="majorHAnsi" w:eastAsia="Calibri" w:hAnsiTheme="majorHAnsi" w:cs="Times New Roman"/>
          <w:b/>
          <w:lang w:eastAsia="cs-CZ"/>
        </w:rPr>
        <w:t>:</w:t>
      </w:r>
    </w:p>
    <w:p w14:paraId="74F979D0" w14:textId="77777777" w:rsidR="00B81E68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>Máme dotaz k požadované době pro dokončení Sekce 1 stavební – 22 měsíců.</w:t>
      </w:r>
    </w:p>
    <w:p w14:paraId="21C3171A" w14:textId="77777777" w:rsidR="00B81E68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>Předpokládané zahájení je 03/2025, tj. dokončení Sekce 1 stavební vychází na 12/2026.</w:t>
      </w:r>
    </w:p>
    <w:p w14:paraId="545A01B5" w14:textId="77777777" w:rsidR="00B81E68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>Dle přílohy zadávací projektové dokumentace B.4 Provozní a dopravní technologie, je konec stavebního postupu SP2 (a též výluky B) 5.12.2026. V tomto termínu bude dokončena druhá (severní) polovina železničního mostu (SO 01-19-01) a zprovozněna železniční trať.</w:t>
      </w:r>
    </w:p>
    <w:p w14:paraId="1C005E9D" w14:textId="77777777" w:rsidR="00B81E68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 xml:space="preserve">Teprve poté bude možné provést severní část silniční podjezdu (SO 01-19-04) vč. komunikací (SO 01-18-01), což je rozsáhlé dílo, vyžadující dobu provádění cca 6 měsíců. </w:t>
      </w:r>
    </w:p>
    <w:p w14:paraId="553A690D" w14:textId="77777777" w:rsidR="00B81E68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>Uchazeč se domnívá, že doba pro dokončení Sekce 1 stavební – 22 měsíců odpovídá dokončení železniční části díla a výše popsané dokončení silničního podjezdu bylo opomenuto.</w:t>
      </w:r>
    </w:p>
    <w:p w14:paraId="1C0E4F23" w14:textId="06033245" w:rsidR="00015B46" w:rsidRPr="00B81E68" w:rsidRDefault="00B81E68" w:rsidP="00B81E68">
      <w:pPr>
        <w:spacing w:after="0"/>
        <w:rPr>
          <w:rFonts w:asciiTheme="majorHAnsi" w:hAnsiTheme="majorHAnsi"/>
        </w:rPr>
      </w:pPr>
      <w:r w:rsidRPr="00B81E68">
        <w:rPr>
          <w:rFonts w:asciiTheme="majorHAnsi" w:hAnsiTheme="majorHAnsi"/>
        </w:rPr>
        <w:t>Prodlouží z tohoto důvodu zadavatel dobu pro dokončení Sekce 1 stavební?</w:t>
      </w:r>
    </w:p>
    <w:p w14:paraId="46ED7D01" w14:textId="77777777" w:rsidR="00125241" w:rsidRPr="00125241" w:rsidRDefault="00125241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161E979" w14:textId="50361C6E" w:rsidR="000E72A0" w:rsidRPr="00125241" w:rsidRDefault="000E72A0" w:rsidP="00B81E6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2524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11F6929" w14:textId="77777777" w:rsidR="00026615" w:rsidRPr="00125241" w:rsidRDefault="00026615" w:rsidP="00026615">
      <w:pPr>
        <w:spacing w:after="0"/>
        <w:jc w:val="both"/>
        <w:rPr>
          <w:rFonts w:asciiTheme="majorHAnsi" w:hAnsiTheme="majorHAnsi"/>
        </w:rPr>
      </w:pPr>
      <w:r w:rsidRPr="00125241">
        <w:rPr>
          <w:rFonts w:asciiTheme="majorHAnsi" w:hAnsiTheme="majorHAnsi"/>
        </w:rPr>
        <w:t>Harmonogram pro silniční část stavby je uveden v Příloze B4 – Dopravní technologie, konkrétně v části 4.4 Přehled stavebních postupů – silniční část na stranách 76–86.</w:t>
      </w:r>
    </w:p>
    <w:p w14:paraId="4D120DEE" w14:textId="2D399673" w:rsidR="00026615" w:rsidRPr="00125241" w:rsidRDefault="00026615" w:rsidP="00026615">
      <w:pPr>
        <w:spacing w:after="0"/>
        <w:jc w:val="both"/>
        <w:rPr>
          <w:rFonts w:asciiTheme="majorHAnsi" w:hAnsiTheme="majorHAnsi"/>
        </w:rPr>
      </w:pPr>
      <w:r w:rsidRPr="00125241">
        <w:rPr>
          <w:rFonts w:asciiTheme="majorHAnsi" w:hAnsiTheme="majorHAnsi"/>
        </w:rPr>
        <w:t>Sekce 1 stavební zahrnuje jak železniční, tak i silniční část, tedy včetně dokončení severní části silničního podjezdu a souvisejících komunikací. Doba 22 měsíců, stanovená pro dokončení Sekce 1 stavební, zohledňuje obě tyt</w:t>
      </w:r>
      <w:r w:rsidR="00E706D1" w:rsidRPr="00125241">
        <w:rPr>
          <w:rFonts w:asciiTheme="majorHAnsi" w:hAnsiTheme="majorHAnsi"/>
        </w:rPr>
        <w:t>o části a zadavatel nebude</w:t>
      </w:r>
      <w:r w:rsidRPr="00125241">
        <w:rPr>
          <w:rFonts w:asciiTheme="majorHAnsi" w:hAnsiTheme="majorHAnsi"/>
        </w:rPr>
        <w:t xml:space="preserve"> tento termín prodlužovat.</w:t>
      </w:r>
      <w:r w:rsidRPr="00125241">
        <w:rPr>
          <w:rFonts w:asciiTheme="majorHAnsi" w:hAnsiTheme="majorHAnsi"/>
        </w:rPr>
        <w:br/>
        <w:t>Uchazeč bude při plánování prací vycházet z uvedených harmonogramů v projektové dokumentaci</w:t>
      </w:r>
      <w:r w:rsidR="00BF7A0F" w:rsidRPr="00125241">
        <w:rPr>
          <w:rFonts w:asciiTheme="majorHAnsi" w:hAnsiTheme="majorHAnsi"/>
        </w:rPr>
        <w:t>, ze kterých vyplývá, že je nutné postupy na jednotlivých SO vzájemně koordinovat</w:t>
      </w:r>
      <w:r w:rsidRPr="00125241">
        <w:rPr>
          <w:rFonts w:asciiTheme="majorHAnsi" w:hAnsiTheme="majorHAnsi"/>
        </w:rPr>
        <w:t>.</w:t>
      </w:r>
    </w:p>
    <w:p w14:paraId="0821F271" w14:textId="195E9A51" w:rsidR="000E72A0" w:rsidRDefault="000E72A0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10A30718" w:rsidR="00664163" w:rsidRPr="00125241" w:rsidRDefault="00664163" w:rsidP="0012524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</w:t>
      </w:r>
      <w:r w:rsidRPr="00125241">
        <w:rPr>
          <w:rFonts w:eastAsia="Times New Roman" w:cs="Times New Roman"/>
          <w:bCs/>
          <w:lang w:eastAsia="cs-CZ"/>
        </w:rPr>
        <w:t xml:space="preserve">ke skutečnosti, že byly zadavatelem provedeny </w:t>
      </w:r>
      <w:r w:rsidRPr="00125241">
        <w:rPr>
          <w:rFonts w:eastAsia="Times New Roman" w:cs="Times New Roman"/>
          <w:b/>
          <w:lang w:eastAsia="cs-CZ"/>
        </w:rPr>
        <w:t>změny/doplnění</w:t>
      </w:r>
      <w:r w:rsidRPr="00125241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125241">
        <w:rPr>
          <w:rFonts w:eastAsia="Times New Roman" w:cs="Times New Roman"/>
          <w:bCs/>
          <w:lang w:eastAsia="cs-CZ"/>
        </w:rPr>
        <w:t>ust</w:t>
      </w:r>
      <w:proofErr w:type="spellEnd"/>
      <w:r w:rsidRPr="00125241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125241" w:rsidRPr="00125241">
        <w:rPr>
          <w:rFonts w:eastAsia="Times New Roman" w:cs="Times New Roman"/>
          <w:lang w:eastAsia="cs-CZ"/>
        </w:rPr>
        <w:t>1</w:t>
      </w:r>
      <w:r w:rsidRPr="00125241">
        <w:rPr>
          <w:rFonts w:eastAsia="Times New Roman" w:cs="Times New Roman"/>
          <w:bCs/>
          <w:lang w:eastAsia="cs-CZ"/>
        </w:rPr>
        <w:t xml:space="preserve"> pracovní d</w:t>
      </w:r>
      <w:r w:rsidR="00125241" w:rsidRPr="00125241">
        <w:rPr>
          <w:rFonts w:eastAsia="Times New Roman" w:cs="Times New Roman"/>
          <w:bCs/>
          <w:lang w:eastAsia="cs-CZ"/>
        </w:rPr>
        <w:t>e</w:t>
      </w:r>
      <w:r w:rsidRPr="00125241">
        <w:rPr>
          <w:rFonts w:eastAsia="Times New Roman" w:cs="Times New Roman"/>
          <w:bCs/>
          <w:lang w:eastAsia="cs-CZ"/>
        </w:rPr>
        <w:t xml:space="preserve">n. </w:t>
      </w:r>
    </w:p>
    <w:p w14:paraId="441B3228" w14:textId="77777777" w:rsidR="00664163" w:rsidRPr="0012524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25241">
        <w:rPr>
          <w:rFonts w:eastAsia="Times New Roman" w:cs="Times New Roman"/>
          <w:b/>
          <w:lang w:eastAsia="cs-CZ"/>
        </w:rPr>
        <w:t xml:space="preserve"> </w:t>
      </w:r>
    </w:p>
    <w:p w14:paraId="6260037E" w14:textId="4FE62CDF" w:rsidR="00664163" w:rsidRPr="00125241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125241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125241">
        <w:rPr>
          <w:rFonts w:eastAsia="Times New Roman" w:cs="Times New Roman"/>
          <w:bCs/>
          <w:lang w:eastAsia="cs-CZ"/>
        </w:rPr>
        <w:t>ust</w:t>
      </w:r>
      <w:proofErr w:type="spellEnd"/>
      <w:r w:rsidRPr="00125241">
        <w:rPr>
          <w:rFonts w:eastAsia="Times New Roman" w:cs="Times New Roman"/>
          <w:bCs/>
          <w:lang w:eastAsia="cs-CZ"/>
        </w:rPr>
        <w:t xml:space="preserve">. § 98 odst. 4 ZZVZ o další </w:t>
      </w:r>
      <w:r w:rsidR="00125241" w:rsidRPr="00125241">
        <w:rPr>
          <w:rFonts w:eastAsia="Times New Roman" w:cs="Times New Roman"/>
          <w:lang w:eastAsia="cs-CZ"/>
        </w:rPr>
        <w:t>1</w:t>
      </w:r>
      <w:r w:rsidRPr="00125241">
        <w:rPr>
          <w:rFonts w:eastAsia="Times New Roman" w:cs="Times New Roman"/>
          <w:bCs/>
          <w:lang w:eastAsia="cs-CZ"/>
        </w:rPr>
        <w:t xml:space="preserve"> pracovní den.  </w:t>
      </w:r>
    </w:p>
    <w:p w14:paraId="1872E63F" w14:textId="77777777" w:rsidR="00664163" w:rsidRPr="0012524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230AB485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25241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125241" w:rsidRPr="00125241">
        <w:rPr>
          <w:rFonts w:eastAsia="Times New Roman" w:cs="Times New Roman"/>
          <w:lang w:eastAsia="cs-CZ"/>
        </w:rPr>
        <w:t xml:space="preserve">05. 11. 2024 </w:t>
      </w:r>
      <w:r w:rsidRPr="00125241">
        <w:rPr>
          <w:rFonts w:eastAsia="Times New Roman" w:cs="Times New Roman"/>
          <w:b/>
          <w:lang w:eastAsia="cs-CZ"/>
        </w:rPr>
        <w:t xml:space="preserve">na den </w:t>
      </w:r>
      <w:r w:rsidR="00125241" w:rsidRPr="00125241">
        <w:rPr>
          <w:rFonts w:eastAsia="Times New Roman" w:cs="Times New Roman"/>
          <w:b/>
          <w:lang w:eastAsia="cs-CZ"/>
        </w:rPr>
        <w:t>07. 11. 2024</w:t>
      </w:r>
      <w:r w:rsidRPr="00125241">
        <w:rPr>
          <w:rFonts w:eastAsia="Times New Roman" w:cs="Times New Roman"/>
          <w:b/>
          <w:lang w:eastAsia="cs-CZ"/>
        </w:rPr>
        <w:t>.</w:t>
      </w:r>
    </w:p>
    <w:p w14:paraId="7B3EB37D" w14:textId="77777777" w:rsidR="00125241" w:rsidRDefault="00125241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5282B3F6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B1BDFA1" w14:textId="77777777" w:rsidR="00125241" w:rsidRDefault="00125241" w:rsidP="007F626E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CE5A60D" w14:textId="267C56D5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67C382ED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125241">
        <w:rPr>
          <w:rFonts w:eastAsia="Times New Roman" w:cs="Times New Roman"/>
          <w:lang w:eastAsia="cs-CZ"/>
        </w:rPr>
        <w:t xml:space="preserve">datum </w:t>
      </w:r>
      <w:r w:rsidR="00125241" w:rsidRPr="00125241">
        <w:rPr>
          <w:rFonts w:eastAsia="Times New Roman" w:cs="Times New Roman"/>
          <w:lang w:eastAsia="cs-CZ"/>
        </w:rPr>
        <w:t>05.11.2024</w:t>
      </w:r>
      <w:r w:rsidRPr="00125241">
        <w:rPr>
          <w:rFonts w:eastAsia="Times New Roman" w:cs="Times New Roman"/>
          <w:lang w:eastAsia="cs-CZ"/>
        </w:rPr>
        <w:t xml:space="preserve"> a </w:t>
      </w:r>
      <w:r w:rsidRPr="00125241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25241" w:rsidRPr="00125241">
        <w:rPr>
          <w:rFonts w:eastAsia="Times New Roman" w:cs="Times New Roman"/>
          <w:b/>
          <w:bCs/>
          <w:color w:val="000000" w:themeColor="text1"/>
          <w:lang w:eastAsia="cs-CZ"/>
        </w:rPr>
        <w:t>07.11.2024</w:t>
      </w:r>
      <w:r w:rsidRPr="00125241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44492B" w14:textId="77777777" w:rsidR="00125241" w:rsidRDefault="00125241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B8E4D9C" w:rsidR="00664163" w:rsidRPr="0012524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25241">
        <w:rPr>
          <w:rFonts w:eastAsia="Calibri" w:cs="Times New Roman"/>
          <w:b/>
          <w:bCs/>
          <w:lang w:eastAsia="cs-CZ"/>
        </w:rPr>
        <w:t xml:space="preserve">Příloha: </w:t>
      </w:r>
      <w:r w:rsidRPr="0012524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25241">
        <w:rPr>
          <w:rFonts w:eastAsia="Calibri" w:cs="Times New Roman"/>
          <w:bCs/>
          <w:lang w:eastAsia="cs-CZ"/>
        </w:rPr>
        <w:instrText xml:space="preserve"> FORMTEXT </w:instrText>
      </w:r>
      <w:r w:rsidRPr="00125241">
        <w:rPr>
          <w:rFonts w:eastAsia="Calibri" w:cs="Times New Roman"/>
          <w:bCs/>
          <w:lang w:eastAsia="cs-CZ"/>
        </w:rPr>
      </w:r>
      <w:r w:rsidRPr="00125241">
        <w:rPr>
          <w:rFonts w:eastAsia="Calibri" w:cs="Times New Roman"/>
          <w:bCs/>
          <w:lang w:eastAsia="cs-CZ"/>
        </w:rPr>
        <w:fldChar w:fldCharType="separate"/>
      </w:r>
      <w:r w:rsidRPr="00125241">
        <w:rPr>
          <w:rFonts w:eastAsia="Calibri" w:cs="Times New Roman"/>
          <w:bCs/>
          <w:lang w:eastAsia="cs-CZ"/>
        </w:rPr>
        <w:t> </w:t>
      </w:r>
      <w:r w:rsidRPr="00125241">
        <w:rPr>
          <w:rFonts w:eastAsia="Calibri" w:cs="Times New Roman"/>
          <w:bCs/>
          <w:lang w:eastAsia="cs-CZ"/>
        </w:rPr>
        <w:t> </w:t>
      </w:r>
      <w:r w:rsidRPr="00125241">
        <w:rPr>
          <w:rFonts w:eastAsia="Calibri" w:cs="Times New Roman"/>
          <w:bCs/>
          <w:lang w:eastAsia="cs-CZ"/>
        </w:rPr>
        <w:t> </w:t>
      </w:r>
      <w:r w:rsidRPr="00125241">
        <w:rPr>
          <w:rFonts w:eastAsia="Calibri" w:cs="Times New Roman"/>
          <w:bCs/>
          <w:lang w:eastAsia="cs-CZ"/>
        </w:rPr>
        <w:t> </w:t>
      </w:r>
      <w:r w:rsidRPr="00125241">
        <w:rPr>
          <w:rFonts w:eastAsia="Calibri" w:cs="Times New Roman"/>
          <w:bCs/>
          <w:lang w:eastAsia="cs-CZ"/>
        </w:rPr>
        <w:t> </w:t>
      </w:r>
      <w:r w:rsidRPr="00125241">
        <w:rPr>
          <w:rFonts w:eastAsia="Calibri" w:cs="Times New Roman"/>
          <w:bCs/>
          <w:lang w:eastAsia="cs-CZ"/>
        </w:rPr>
        <w:fldChar w:fldCharType="end"/>
      </w:r>
    </w:p>
    <w:p w14:paraId="3568D690" w14:textId="0440AC9C" w:rsidR="00664163" w:rsidRPr="00125241" w:rsidRDefault="00B739F3" w:rsidP="0066416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asciiTheme="majorHAnsi" w:eastAsia="Calibri" w:hAnsiTheme="majorHAnsi" w:cs="Times New Roman"/>
          <w:bCs/>
          <w:lang w:eastAsia="cs-CZ"/>
        </w:rPr>
        <w:t>D211_SO011601_XX_1_001_TZ.pdf</w:t>
      </w:r>
    </w:p>
    <w:p w14:paraId="20B54107" w14:textId="77777777" w:rsidR="00B739F3" w:rsidRPr="00125241" w:rsidRDefault="00B739F3" w:rsidP="00B739F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asciiTheme="majorHAnsi" w:eastAsia="Calibri" w:hAnsiTheme="majorHAnsi" w:cs="Times New Roman"/>
          <w:bCs/>
          <w:lang w:eastAsia="cs-CZ"/>
        </w:rPr>
        <w:t>D211_SO011601_XX_2_008_KOL PLÁN.pdf</w:t>
      </w:r>
    </w:p>
    <w:p w14:paraId="402A9013" w14:textId="5142F3BB" w:rsidR="00B739F3" w:rsidRPr="00125241" w:rsidRDefault="00125241" w:rsidP="00B739F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25241">
        <w:rPr>
          <w:rFonts w:asciiTheme="majorHAnsi" w:eastAsia="Calibri" w:hAnsiTheme="majorHAnsi" w:cs="Times New Roman"/>
          <w:bCs/>
          <w:lang w:eastAsia="cs-CZ"/>
        </w:rPr>
        <w:t>XDC_Přejezd_P6501_Přerov-Bohumín_20241017_zm06</w:t>
      </w:r>
      <w:r w:rsidR="007F4FB6" w:rsidRPr="00125241">
        <w:rPr>
          <w:rFonts w:asciiTheme="majorHAnsi" w:eastAsia="Calibri" w:hAnsiTheme="majorHAnsi" w:cs="Times New Roman"/>
          <w:bCs/>
          <w:lang w:eastAsia="cs-CZ"/>
        </w:rPr>
        <w:t>.xml</w:t>
      </w:r>
    </w:p>
    <w:p w14:paraId="11FC1E85" w14:textId="5A2D48BC" w:rsidR="00664163" w:rsidRPr="00125241" w:rsidRDefault="0012524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25241">
        <w:rPr>
          <w:rFonts w:eastAsia="Calibri" w:cs="Times New Roman"/>
          <w:lang w:eastAsia="cs-CZ"/>
        </w:rPr>
        <w:t>XLS_Přejezd_P6501_Přerov-Bohumín_20241017_zm06.xlsx</w:t>
      </w:r>
    </w:p>
    <w:p w14:paraId="25A34022" w14:textId="2FCEC8C3" w:rsidR="00125241" w:rsidRPr="00125241" w:rsidRDefault="00125241" w:rsidP="00664163">
      <w:pPr>
        <w:spacing w:after="0" w:line="240" w:lineRule="auto"/>
        <w:jc w:val="both"/>
        <w:rPr>
          <w:rFonts w:eastAsia="Calibri" w:cs="Times New Roman"/>
          <w:sz w:val="14"/>
          <w:szCs w:val="14"/>
          <w:lang w:eastAsia="cs-CZ"/>
        </w:rPr>
      </w:pPr>
    </w:p>
    <w:p w14:paraId="2AF8ABD8" w14:textId="77777777" w:rsidR="00125241" w:rsidRPr="00125241" w:rsidRDefault="00125241" w:rsidP="00664163">
      <w:pPr>
        <w:spacing w:after="0" w:line="240" w:lineRule="auto"/>
        <w:jc w:val="both"/>
        <w:rPr>
          <w:rFonts w:eastAsia="Calibri" w:cs="Times New Roman"/>
          <w:sz w:val="14"/>
          <w:szCs w:val="14"/>
          <w:lang w:eastAsia="cs-CZ"/>
        </w:rPr>
      </w:pPr>
    </w:p>
    <w:p w14:paraId="102B7D61" w14:textId="10B2A0C8" w:rsidR="00664163" w:rsidRPr="0012524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25241">
        <w:rPr>
          <w:rFonts w:eastAsia="Calibri" w:cs="Times New Roman"/>
          <w:lang w:eastAsia="cs-CZ"/>
        </w:rPr>
        <w:t xml:space="preserve">V Olomouci dne </w:t>
      </w:r>
      <w:r w:rsidR="00125241">
        <w:rPr>
          <w:rFonts w:eastAsia="Calibri" w:cs="Times New Roman"/>
          <w:lang w:eastAsia="cs-CZ"/>
        </w:rPr>
        <w:t>18. 10. 2024</w:t>
      </w:r>
    </w:p>
    <w:p w14:paraId="6F75BA64" w14:textId="77777777" w:rsidR="00664163" w:rsidRPr="0012524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12524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5EB9015" w14:textId="77777777" w:rsidR="00125241" w:rsidRPr="00125241" w:rsidRDefault="0012524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2524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2524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25241">
        <w:rPr>
          <w:rFonts w:eastAsia="Times New Roman" w:cs="Times New Roman"/>
          <w:b/>
          <w:bCs/>
          <w:lang w:eastAsia="cs-CZ"/>
        </w:rPr>
        <w:t>Ing. Miroslav Bocák</w:t>
      </w:r>
      <w:r w:rsidRPr="0012524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2524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25241">
        <w:rPr>
          <w:rFonts w:eastAsia="Times New Roman" w:cs="Times New Roman"/>
          <w:lang w:eastAsia="cs-CZ"/>
        </w:rPr>
        <w:t>ředitel organizační jednotky</w:t>
      </w:r>
      <w:r w:rsidRPr="00125241">
        <w:rPr>
          <w:rFonts w:eastAsia="Times New Roman" w:cs="Times New Roman"/>
          <w:lang w:eastAsia="cs-CZ"/>
        </w:rPr>
        <w:tab/>
      </w:r>
    </w:p>
    <w:p w14:paraId="5DEDC136" w14:textId="77777777" w:rsidR="00664163" w:rsidRPr="0012524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25241">
        <w:rPr>
          <w:rFonts w:eastAsia="Times New Roman" w:cs="Times New Roman"/>
          <w:lang w:eastAsia="cs-CZ"/>
        </w:rPr>
        <w:t>Stavební správa východ</w:t>
      </w:r>
    </w:p>
    <w:p w14:paraId="7F35AFFF" w14:textId="475EEA72" w:rsidR="00BD5319" w:rsidRPr="00125241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25241">
        <w:rPr>
          <w:rFonts w:eastAsia="Times New Roman" w:cs="Times New Roman"/>
          <w:lang w:eastAsia="cs-CZ"/>
        </w:rPr>
        <w:t>Správa železnic, státní organizace</w:t>
      </w:r>
    </w:p>
    <w:sectPr w:rsidR="00BD5319" w:rsidRPr="00125241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E34A6" w14:textId="77777777" w:rsidR="005241F3" w:rsidRDefault="005241F3" w:rsidP="00962258">
      <w:pPr>
        <w:spacing w:after="0" w:line="240" w:lineRule="auto"/>
      </w:pPr>
      <w:r>
        <w:separator/>
      </w:r>
    </w:p>
  </w:endnote>
  <w:endnote w:type="continuationSeparator" w:id="0">
    <w:p w14:paraId="439647C5" w14:textId="77777777" w:rsidR="005241F3" w:rsidRDefault="005241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D91E89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7A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7A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8B324D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7A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7A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7D02D" w14:textId="77777777" w:rsidR="005241F3" w:rsidRDefault="005241F3" w:rsidP="00962258">
      <w:pPr>
        <w:spacing w:after="0" w:line="240" w:lineRule="auto"/>
      </w:pPr>
      <w:r>
        <w:separator/>
      </w:r>
    </w:p>
  </w:footnote>
  <w:footnote w:type="continuationSeparator" w:id="0">
    <w:p w14:paraId="285D968C" w14:textId="77777777" w:rsidR="005241F3" w:rsidRDefault="005241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26615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5241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241F3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D1CEA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4FB6"/>
    <w:rsid w:val="007F56A7"/>
    <w:rsid w:val="007F626E"/>
    <w:rsid w:val="00807DD0"/>
    <w:rsid w:val="00813F11"/>
    <w:rsid w:val="00842C9B"/>
    <w:rsid w:val="008841FB"/>
    <w:rsid w:val="0088472C"/>
    <w:rsid w:val="00886DE8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4452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39F3"/>
    <w:rsid w:val="00B75EE1"/>
    <w:rsid w:val="00B77481"/>
    <w:rsid w:val="00B81E68"/>
    <w:rsid w:val="00B8518B"/>
    <w:rsid w:val="00BB3740"/>
    <w:rsid w:val="00BD5319"/>
    <w:rsid w:val="00BD7E91"/>
    <w:rsid w:val="00BF374D"/>
    <w:rsid w:val="00BF6D48"/>
    <w:rsid w:val="00BF7A0F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706D1"/>
    <w:rsid w:val="00E824F1"/>
    <w:rsid w:val="00E9347D"/>
    <w:rsid w:val="00EB104F"/>
    <w:rsid w:val="00EB63DB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92B428-D3E0-42DD-BC58-2F67E0C7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56</TotalTime>
  <Pages>2</Pages>
  <Words>813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26</cp:revision>
  <cp:lastPrinted>2024-10-18T06:55:00Z</cp:lastPrinted>
  <dcterms:created xsi:type="dcterms:W3CDTF">2024-07-11T06:52:00Z</dcterms:created>
  <dcterms:modified xsi:type="dcterms:W3CDTF">2024-10-18T06:55:00Z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